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701"/>
        <w:gridCol w:w="1701"/>
        <w:gridCol w:w="1559"/>
        <w:gridCol w:w="1559"/>
      </w:tblGrid>
      <w:tr w:rsidR="006F696E" w:rsidRPr="00861282" w:rsidTr="006F696E">
        <w:tc>
          <w:tcPr>
            <w:tcW w:w="1951" w:type="dxa"/>
          </w:tcPr>
          <w:p w:rsidR="006F696E" w:rsidRDefault="006F696E"/>
        </w:tc>
        <w:tc>
          <w:tcPr>
            <w:tcW w:w="1985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12 </w:t>
            </w:r>
          </w:p>
          <w:p w:rsidR="006F696E" w:rsidRPr="00344720" w:rsidRDefault="00861282" w:rsidP="00861282">
            <w:pPr>
              <w:jc w:val="center"/>
              <w:rPr>
                <w:b/>
                <w:lang w:val="en-US"/>
              </w:rPr>
            </w:pPr>
            <w:r w:rsidRPr="00861282">
              <w:rPr>
                <w:color w:val="0070C0"/>
                <w:lang w:val="en-US"/>
              </w:rPr>
              <w:t>Nov 13-16</w:t>
            </w:r>
          </w:p>
        </w:tc>
        <w:tc>
          <w:tcPr>
            <w:tcW w:w="1984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13 </w:t>
            </w:r>
          </w:p>
          <w:p w:rsidR="006F696E" w:rsidRPr="005738F7" w:rsidRDefault="00861282" w:rsidP="00861282">
            <w:pPr>
              <w:jc w:val="center"/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Nov 19-23</w:t>
            </w:r>
          </w:p>
        </w:tc>
        <w:tc>
          <w:tcPr>
            <w:tcW w:w="1985" w:type="dxa"/>
          </w:tcPr>
          <w:p w:rsidR="006F696E" w:rsidRPr="00861282" w:rsidRDefault="00861282" w:rsidP="005711A4">
            <w:pPr>
              <w:jc w:val="center"/>
              <w:rPr>
                <w:lang w:val="en-US"/>
              </w:rPr>
            </w:pPr>
            <w:r w:rsidRPr="00861282">
              <w:rPr>
                <w:lang w:val="en-US"/>
              </w:rPr>
              <w:t>Week 1</w:t>
            </w:r>
            <w:r>
              <w:rPr>
                <w:lang w:val="en-US"/>
              </w:rPr>
              <w:t>4</w:t>
            </w:r>
          </w:p>
          <w:p w:rsidR="00861282" w:rsidRPr="00861282" w:rsidRDefault="00861282" w:rsidP="00861282">
            <w:pPr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(Nov 26</w:t>
            </w:r>
            <w:r w:rsidRPr="00861282">
              <w:rPr>
                <w:color w:val="0070C0"/>
                <w:vertAlign w:val="superscript"/>
                <w:lang w:val="en-US"/>
              </w:rPr>
              <w:t>th</w:t>
            </w:r>
            <w:r>
              <w:rPr>
                <w:color w:val="0070C0"/>
                <w:vertAlign w:val="superscript"/>
                <w:lang w:val="en-US"/>
              </w:rPr>
              <w:t>.-</w:t>
            </w:r>
            <w:r w:rsidRPr="00861282">
              <w:rPr>
                <w:color w:val="0070C0"/>
                <w:lang w:val="en-US"/>
              </w:rPr>
              <w:t xml:space="preserve"> 30th)</w:t>
            </w:r>
          </w:p>
        </w:tc>
        <w:tc>
          <w:tcPr>
            <w:tcW w:w="1701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6F696E" w:rsidRPr="00861282" w:rsidTr="006F696E">
        <w:tc>
          <w:tcPr>
            <w:tcW w:w="1951" w:type="dxa"/>
          </w:tcPr>
          <w:p w:rsidR="00861282" w:rsidRDefault="00861282" w:rsidP="00861282">
            <w:pPr>
              <w:pStyle w:val="NoSpacing"/>
              <w:tabs>
                <w:tab w:val="center" w:pos="2977"/>
              </w:tabs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-Identifies  some parts of the book(title-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author-illustrator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861282" w:rsidRDefault="00861282" w:rsidP="00861282">
            <w:pPr>
              <w:pStyle w:val="NoSpacing"/>
              <w:tabs>
                <w:tab w:val="center" w:pos="297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24AD9">
              <w:rPr>
                <w:sz w:val="20"/>
                <w:szCs w:val="20"/>
              </w:rPr>
              <w:t>Responds actively to read aloud situations</w:t>
            </w:r>
            <w:r>
              <w:rPr>
                <w:sz w:val="20"/>
                <w:szCs w:val="20"/>
              </w:rPr>
              <w:t xml:space="preserve"> </w:t>
            </w:r>
            <w:r w:rsidRPr="00B24AD9">
              <w:rPr>
                <w:sz w:val="20"/>
                <w:szCs w:val="20"/>
              </w:rPr>
              <w:t>(makes predictions)</w:t>
            </w:r>
          </w:p>
          <w:p w:rsidR="00861282" w:rsidRDefault="00861282" w:rsidP="00861282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  <w:r w:rsidRPr="0055524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Pr="00B24AD9">
              <w:rPr>
                <w:color w:val="000000"/>
                <w:sz w:val="20"/>
                <w:szCs w:val="20"/>
              </w:rPr>
              <w:t xml:space="preserve">Listens to and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recognizes words in sentences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  <w:p w:rsidR="00861282" w:rsidRDefault="00861282" w:rsidP="00861282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Uses learnt structures to communicate in daily interactions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(I,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we)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3618D7" w:rsidRDefault="003618D7" w:rsidP="003618D7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Uses learnt structures to communicate in daily interactions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(I,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we)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861282" w:rsidRPr="009E0C3D" w:rsidRDefault="00861282" w:rsidP="00861282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6F696E" w:rsidRPr="00B81719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3618D7" w:rsidRPr="003618D7" w:rsidRDefault="003618D7" w:rsidP="00861282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“Cookies Jar”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-Differentiated reading</w:t>
            </w: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-My weekend news</w:t>
            </w: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-Booklet B sound</w:t>
            </w:r>
          </w:p>
          <w:p w:rsidR="003618D7" w:rsidRDefault="003618D7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b/>
                <w:u w:val="single"/>
                <w:lang w:val="en-US"/>
              </w:rPr>
            </w:pPr>
            <w:proofErr w:type="spellStart"/>
            <w:r w:rsidRPr="003618D7">
              <w:rPr>
                <w:b/>
                <w:u w:val="single"/>
                <w:lang w:val="en-US"/>
              </w:rPr>
              <w:t>Hwork</w:t>
            </w:r>
            <w:proofErr w:type="spellEnd"/>
            <w:r w:rsidRPr="003618D7">
              <w:rPr>
                <w:b/>
                <w:u w:val="single"/>
                <w:lang w:val="en-US"/>
              </w:rPr>
              <w:t>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 xml:space="preserve"> “Cookies week” uploaded in the wiki</w:t>
            </w:r>
          </w:p>
          <w:p w:rsidR="00861282" w:rsidRPr="005A600A" w:rsidRDefault="00861282" w:rsidP="00861282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61282" w:rsidRPr="003618D7" w:rsidRDefault="003618D7" w:rsidP="003618D7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</w:t>
            </w:r>
            <w:r>
              <w:rPr>
                <w:lang w:val="en-US"/>
              </w:rPr>
              <w:t xml:space="preserve"> 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3618D7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“Cookies Jar”</w:t>
            </w:r>
            <w:r>
              <w:rPr>
                <w:lang w:val="en-US"/>
              </w:rPr>
              <w:t xml:space="preserve"> 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Differentiated reading</w:t>
            </w: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-Booklet  P sound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Hwork</w:t>
            </w:r>
            <w:proofErr w:type="spellEnd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: 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282">
              <w:rPr>
                <w:rFonts w:ascii="Arial" w:hAnsi="Arial" w:cs="Arial"/>
                <w:b/>
                <w:sz w:val="20"/>
                <w:szCs w:val="20"/>
                <w:lang w:val="en-US"/>
              </w:rPr>
              <w:t>Link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YouTube: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“Cookies Jar” uploaded in the wiki</w:t>
            </w: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Worksheet : “Cookie´s Jar” </w:t>
            </w:r>
          </w:p>
          <w:p w:rsidR="00861282" w:rsidRDefault="00861282" w:rsidP="00861282">
            <w:pPr>
              <w:rPr>
                <w:lang w:val="en-US"/>
              </w:rPr>
            </w:pPr>
          </w:p>
          <w:p w:rsidR="006F696E" w:rsidRPr="004F5538" w:rsidRDefault="006F696E" w:rsidP="0014345D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F696E" w:rsidRPr="005A600A" w:rsidRDefault="006F696E" w:rsidP="0034472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6F696E" w:rsidRPr="00861282" w:rsidTr="006F696E">
        <w:tc>
          <w:tcPr>
            <w:tcW w:w="1951" w:type="dxa"/>
          </w:tcPr>
          <w:p w:rsidR="006F696E" w:rsidRPr="00861282" w:rsidRDefault="00F20AA3">
            <w:pPr>
              <w:rPr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Recognizes some beginning sounds 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F20AA3" w:rsidRPr="00861282" w:rsidRDefault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lang w:val="en-US"/>
              </w:rPr>
              <w:t>Phonemic awareness with Fabio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6F696E" w:rsidRPr="00861282" w:rsidTr="006F696E">
        <w:tc>
          <w:tcPr>
            <w:tcW w:w="1951" w:type="dxa"/>
          </w:tcPr>
          <w:p w:rsidR="006F696E" w:rsidRPr="001C32BE" w:rsidRDefault="00F20AA3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Gives examples of words with the beginning sound requested</w:t>
            </w:r>
          </w:p>
        </w:tc>
        <w:tc>
          <w:tcPr>
            <w:tcW w:w="1985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lang w:val="en-US"/>
              </w:rPr>
              <w:t>Phonemic awareness with Fabio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1C32BE" w:rsidRDefault="006F696E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bookmarkStart w:id="0" w:name="_GoBack"/>
            <w:bookmarkEnd w:id="0"/>
            <w:r>
              <w:rPr>
                <w:lang w:val="en-US"/>
              </w:rPr>
              <w:t>Phonemic awareness with Fabio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5A600A" w:rsidRDefault="006F696E" w:rsidP="00E82DED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861282" w:rsidRDefault="006F696E" w:rsidP="00896A3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861282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01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A2415" w:rsidRPr="00726FEB" w:rsidRDefault="00FA2415" w:rsidP="00B453BB">
            <w:pPr>
              <w:rPr>
                <w:lang w:val="en-US"/>
              </w:rPr>
            </w:pPr>
          </w:p>
        </w:tc>
      </w:tr>
      <w:tr w:rsidR="006F696E" w:rsidRPr="00861282" w:rsidTr="006F696E">
        <w:trPr>
          <w:trHeight w:val="1272"/>
        </w:trPr>
        <w:tc>
          <w:tcPr>
            <w:tcW w:w="1951" w:type="dxa"/>
          </w:tcPr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8132BC" w:rsidRDefault="006F696E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6F696E" w:rsidRPr="00861282" w:rsidTr="006F696E">
        <w:tc>
          <w:tcPr>
            <w:tcW w:w="1951" w:type="dxa"/>
          </w:tcPr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6F696E" w:rsidRPr="008A7D0B" w:rsidRDefault="006F696E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8A7D0B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4D306F" w:rsidRDefault="006F696E" w:rsidP="004D306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3246F"/>
    <w:rsid w:val="000923D9"/>
    <w:rsid w:val="0014345D"/>
    <w:rsid w:val="001B652C"/>
    <w:rsid w:val="001C243C"/>
    <w:rsid w:val="001C32BE"/>
    <w:rsid w:val="0020149A"/>
    <w:rsid w:val="00264492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E3654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B453BB"/>
    <w:rsid w:val="00B81719"/>
    <w:rsid w:val="00C32341"/>
    <w:rsid w:val="00C554C1"/>
    <w:rsid w:val="00CE1AB7"/>
    <w:rsid w:val="00E01EE4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F4FB-4C20-43B0-800F-8569A2A5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17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1</cp:revision>
  <cp:lastPrinted>2012-11-15T19:02:00Z</cp:lastPrinted>
  <dcterms:created xsi:type="dcterms:W3CDTF">2012-11-15T18:37:00Z</dcterms:created>
  <dcterms:modified xsi:type="dcterms:W3CDTF">2012-11-15T19:03:00Z</dcterms:modified>
</cp:coreProperties>
</file>